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0FF09" w14:textId="1413FA7C" w:rsidR="00525119" w:rsidRDefault="00512F1F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0CBBC272" wp14:editId="10C257C9">
            <wp:simplePos x="0" y="0"/>
            <wp:positionH relativeFrom="column">
              <wp:posOffset>6054664</wp:posOffset>
            </wp:positionH>
            <wp:positionV relativeFrom="paragraph">
              <wp:posOffset>3474232</wp:posOffset>
            </wp:positionV>
            <wp:extent cx="572188" cy="40176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40A81579" wp14:editId="0B4C96BB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143F3A42" wp14:editId="58AAC3E7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3D335F">
        <w:rPr>
          <w:rFonts w:ascii="Segoe Print" w:hAnsi="Segoe Print"/>
          <w:b/>
          <w:sz w:val="24"/>
        </w:rPr>
        <w:t>6</w:t>
      </w:r>
      <w:r w:rsidR="00D51195" w:rsidRPr="0090117B">
        <w:rPr>
          <w:rFonts w:ascii="Segoe Print" w:hAnsi="Segoe Print"/>
          <w:b/>
          <w:sz w:val="24"/>
        </w:rPr>
        <w:t>.</w:t>
      </w:r>
      <w:r w:rsidR="00A40B1A">
        <w:rPr>
          <w:rFonts w:ascii="Segoe Print" w:hAnsi="Segoe Print"/>
          <w:b/>
          <w:sz w:val="24"/>
        </w:rPr>
        <w:t>3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452528">
        <w:rPr>
          <w:rFonts w:ascii="Segoe Print" w:hAnsi="Segoe Print"/>
          <w:b/>
          <w:sz w:val="24"/>
        </w:rPr>
        <w:t>Calculator Allowed</w:t>
      </w:r>
    </w:p>
    <w:p w14:paraId="7D34A5B4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1A3D2AA4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67C5D563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7E70A61A" w14:textId="0948311F" w:rsidR="00D37D7F" w:rsidRDefault="00D37D7F" w:rsidP="00D37D7F">
            <w:pPr>
              <w:spacing w:before="120" w:after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Share £</w:t>
            </w:r>
            <w:r w:rsidR="00173E3C">
              <w:rPr>
                <w:rFonts w:ascii="Arial" w:hAnsi="Arial" w:cs="Arial"/>
                <w:noProof/>
                <w:sz w:val="20"/>
                <w:szCs w:val="20"/>
              </w:rPr>
              <w:t>65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in the ratio </w:t>
            </w:r>
            <w:r w:rsidR="00FA7C44">
              <w:rPr>
                <w:rFonts w:ascii="Arial" w:hAnsi="Arial" w:cs="Arial"/>
                <w:noProof/>
                <w:sz w:val="20"/>
                <w:szCs w:val="20"/>
              </w:rPr>
              <w:t>5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: </w:t>
            </w:r>
            <w:r w:rsidR="00FA7C44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  <w:p w14:paraId="05FCE72A" w14:textId="77777777" w:rsidR="00E20822" w:rsidRPr="00FB0E81" w:rsidRDefault="00E20822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523CE72F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057DE75F" w14:textId="77777777" w:rsidR="003D335F" w:rsidRDefault="003D335F" w:rsidP="003D335F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Expand</w:t>
            </w:r>
          </w:p>
          <w:p w14:paraId="0DCA0562" w14:textId="0961D52C" w:rsidR="00E20822" w:rsidRPr="000A63AF" w:rsidRDefault="00B05C1C" w:rsidP="0064471D">
            <w:pPr>
              <w:spacing w:before="120" w:after="0"/>
              <w:rPr>
                <w:rFonts w:ascii="Avenir Book" w:eastAsiaTheme="minorEastAsia" w:hAnsi="Avenir Book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6(3x-4)</m:t>
                </m:r>
              </m:oMath>
            </m:oMathPara>
          </w:p>
        </w:tc>
      </w:tr>
      <w:tr w:rsidR="00E20822" w:rsidRPr="00C240D5" w14:paraId="28132478" w14:textId="77777777" w:rsidTr="00A40B1A">
        <w:trPr>
          <w:trHeight w:val="1830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3799853C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4F7B85A1" w14:textId="77777777" w:rsidR="009B2A70" w:rsidRDefault="009B2A70" w:rsidP="009B2A70">
            <w:pPr>
              <w:spacing w:before="120" w:after="0"/>
            </w:pPr>
            <w:r>
              <w:t>The exchange rate is 9.1 Chinese Yuan : £1</w:t>
            </w:r>
          </w:p>
          <w:p w14:paraId="50C23FCA" w14:textId="77777777" w:rsidR="009B2A70" w:rsidRDefault="009B2A70" w:rsidP="009B2A70">
            <w:pPr>
              <w:spacing w:before="120" w:after="0"/>
            </w:pPr>
            <w:r>
              <w:t>How much is £540 in Chinese Yuan?</w:t>
            </w:r>
          </w:p>
          <w:p w14:paraId="4715FB1B" w14:textId="77777777" w:rsidR="009B2A70" w:rsidRDefault="009B2A70" w:rsidP="009B2A70">
            <w:pPr>
              <w:spacing w:before="120" w:after="0"/>
            </w:pPr>
          </w:p>
          <w:p w14:paraId="604ACABC" w14:textId="3F4C167E" w:rsidR="003D335F" w:rsidRPr="00C240D5" w:rsidRDefault="003D335F" w:rsidP="009B2A70">
            <w:pPr>
              <w:spacing w:before="120" w:after="0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305082D0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1BB72A59" w14:textId="77777777" w:rsidR="003D335F" w:rsidRDefault="003D335F" w:rsidP="003D335F">
            <w:pPr>
              <w:spacing w:before="120"/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 xml:space="preserve">What is  the median of </w:t>
            </w:r>
          </w:p>
          <w:p w14:paraId="5CE0686E" w14:textId="600C4000" w:rsidR="00E20822" w:rsidRPr="00C240D5" w:rsidRDefault="003E0692" w:rsidP="003D335F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>-</w:t>
            </w:r>
            <w:r w:rsidR="00012210">
              <w:rPr>
                <w:rFonts w:ascii="Avenir Book" w:hAnsi="Avenir Book"/>
                <w:sz w:val="20"/>
                <w:szCs w:val="20"/>
              </w:rPr>
              <w:t xml:space="preserve">6  </w:t>
            </w:r>
            <w:r>
              <w:rPr>
                <w:rFonts w:ascii="Avenir Book" w:hAnsi="Avenir Book"/>
                <w:sz w:val="20"/>
                <w:szCs w:val="20"/>
              </w:rPr>
              <w:t>-</w:t>
            </w:r>
            <w:r w:rsidR="00012210">
              <w:rPr>
                <w:rFonts w:ascii="Avenir Book" w:hAnsi="Avenir Book"/>
                <w:sz w:val="20"/>
                <w:szCs w:val="20"/>
              </w:rPr>
              <w:t xml:space="preserve"> 3  </w:t>
            </w:r>
            <w:r>
              <w:rPr>
                <w:rFonts w:ascii="Avenir Book" w:hAnsi="Avenir Book"/>
                <w:sz w:val="20"/>
                <w:szCs w:val="20"/>
              </w:rPr>
              <w:t>-</w:t>
            </w:r>
            <w:r w:rsidR="00012210">
              <w:rPr>
                <w:rFonts w:ascii="Avenir Book" w:hAnsi="Avenir Book"/>
                <w:sz w:val="20"/>
                <w:szCs w:val="20"/>
              </w:rPr>
              <w:t xml:space="preserve">7   </w:t>
            </w:r>
            <w:r>
              <w:rPr>
                <w:rFonts w:ascii="Avenir Book" w:hAnsi="Avenir Book"/>
                <w:sz w:val="20"/>
                <w:szCs w:val="20"/>
              </w:rPr>
              <w:t>-</w:t>
            </w:r>
            <w:r w:rsidR="00012210">
              <w:rPr>
                <w:rFonts w:ascii="Avenir Book" w:hAnsi="Avenir Book"/>
                <w:sz w:val="20"/>
                <w:szCs w:val="20"/>
              </w:rPr>
              <w:t xml:space="preserve">5   </w:t>
            </w:r>
            <w:r>
              <w:rPr>
                <w:rFonts w:ascii="Avenir Book" w:hAnsi="Avenir Book"/>
                <w:sz w:val="20"/>
                <w:szCs w:val="20"/>
              </w:rPr>
              <w:t>-</w:t>
            </w:r>
            <w:r w:rsidR="00012210">
              <w:rPr>
                <w:rFonts w:ascii="Avenir Book" w:hAnsi="Avenir Book"/>
                <w:sz w:val="20"/>
                <w:szCs w:val="20"/>
              </w:rPr>
              <w:t xml:space="preserve">1   </w:t>
            </w:r>
            <w:r>
              <w:rPr>
                <w:rFonts w:ascii="Avenir Book" w:hAnsi="Avenir Book"/>
                <w:sz w:val="20"/>
                <w:szCs w:val="20"/>
              </w:rPr>
              <w:t>-</w:t>
            </w:r>
            <w:r w:rsidR="00012210">
              <w:rPr>
                <w:rFonts w:ascii="Avenir Book" w:hAnsi="Avenir Book"/>
                <w:sz w:val="20"/>
                <w:szCs w:val="20"/>
              </w:rPr>
              <w:t xml:space="preserve">9   </w:t>
            </w:r>
          </w:p>
        </w:tc>
      </w:tr>
      <w:tr w:rsidR="00A40B1A" w:rsidRPr="00C240D5" w14:paraId="2EF80984" w14:textId="77777777" w:rsidTr="00A40B1A">
        <w:trPr>
          <w:trHeight w:val="1557"/>
        </w:trPr>
        <w:tc>
          <w:tcPr>
            <w:tcW w:w="421" w:type="dxa"/>
            <w:tcBorders>
              <w:right w:val="nil"/>
            </w:tcBorders>
          </w:tcPr>
          <w:p w14:paraId="016AE7A3" w14:textId="77777777" w:rsidR="00A40B1A" w:rsidRPr="00C240D5" w:rsidRDefault="00A40B1A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4252" w:type="dxa"/>
            <w:tcBorders>
              <w:left w:val="nil"/>
              <w:right w:val="nil"/>
            </w:tcBorders>
          </w:tcPr>
          <w:p w14:paraId="5BA8DB41" w14:textId="77777777" w:rsidR="00A40B1A" w:rsidRDefault="00A40B1A" w:rsidP="003D335F">
            <w:pPr>
              <w:tabs>
                <w:tab w:val="left" w:pos="1440"/>
              </w:tabs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Which trig ratio would you select to calculate angle </w:t>
            </w:r>
            <m:oMath>
              <m:r>
                <w:rPr>
                  <w:rFonts w:ascii="Cambria Math" w:hAnsi="Cambria Math"/>
                </w:rPr>
                <m:t>θ</m:t>
              </m:r>
            </m:oMath>
            <w:r>
              <w:rPr>
                <w:rFonts w:ascii="Avenir Book" w:hAnsi="Avenir Book"/>
              </w:rPr>
              <w:t>:</w:t>
            </w:r>
          </w:p>
        </w:tc>
        <w:tc>
          <w:tcPr>
            <w:tcW w:w="5528" w:type="dxa"/>
            <w:gridSpan w:val="2"/>
            <w:tcBorders>
              <w:left w:val="nil"/>
            </w:tcBorders>
          </w:tcPr>
          <w:p w14:paraId="5F53DAA6" w14:textId="1A283221" w:rsidR="00A40B1A" w:rsidRPr="00C240D5" w:rsidRDefault="00A40B1A" w:rsidP="00512F1F">
            <w:pPr>
              <w:tabs>
                <w:tab w:val="left" w:pos="1440"/>
              </w:tabs>
              <w:spacing w:before="120" w:after="0"/>
              <w:rPr>
                <w:rFonts w:ascii="Avenir Book" w:hAnsi="Avenir Book"/>
              </w:rPr>
            </w:pPr>
            <w:r w:rsidRPr="00A40B1A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317D96F" wp14:editId="644E0013">
                      <wp:simplePos x="0" y="0"/>
                      <wp:positionH relativeFrom="column">
                        <wp:posOffset>495398</wp:posOffset>
                      </wp:positionH>
                      <wp:positionV relativeFrom="paragraph">
                        <wp:posOffset>626550</wp:posOffset>
                      </wp:positionV>
                      <wp:extent cx="501162" cy="263769"/>
                      <wp:effectExtent l="0" t="0" r="0" b="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1162" cy="26376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5F4043" w14:textId="6F7A5623" w:rsidR="00A40B1A" w:rsidRDefault="00A40B1A" w:rsidP="00A40B1A"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8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17D96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6" type="#_x0000_t202" style="position:absolute;margin-left:39pt;margin-top:49.35pt;width:39.45pt;height:2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" filled="f" stroked="f" strokeweight=".5pt">
                      <v:textbox>
                        <w:txbxContent>
                          <w:p w14:paraId="605F4043" w14:textId="6F7A5623" w:rsidR="00A40B1A" w:rsidRDefault="00A40B1A" w:rsidP="00A40B1A"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8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40B1A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25F8BB8" wp14:editId="2A99D19A">
                      <wp:simplePos x="0" y="0"/>
                      <wp:positionH relativeFrom="column">
                        <wp:posOffset>1198782</wp:posOffset>
                      </wp:positionH>
                      <wp:positionV relativeFrom="paragraph">
                        <wp:posOffset>142973</wp:posOffset>
                      </wp:positionV>
                      <wp:extent cx="501162" cy="362310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1162" cy="3623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DF2C7D" w14:textId="43A3A137" w:rsidR="00A40B1A" w:rsidRDefault="00A40B1A" w:rsidP="00A40B1A"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5F8BB8" id="Text Box 15" o:spid="_x0000_s1027" type="#_x0000_t202" style="position:absolute;margin-left:94.4pt;margin-top:11.25pt;width:39.45pt;height:28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" filled="f" stroked="f" strokeweight=".5pt">
                      <v:textbox>
                        <w:txbxContent>
                          <w:p w14:paraId="6DDF2C7D" w14:textId="43A3A137" w:rsidR="00A40B1A" w:rsidRDefault="00A40B1A" w:rsidP="00A40B1A"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40B1A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6E12A63" wp14:editId="41C2EBDC">
                      <wp:simplePos x="0" y="0"/>
                      <wp:positionH relativeFrom="column">
                        <wp:posOffset>337136</wp:posOffset>
                      </wp:positionH>
                      <wp:positionV relativeFrom="paragraph">
                        <wp:posOffset>433119</wp:posOffset>
                      </wp:positionV>
                      <wp:extent cx="416257" cy="290146"/>
                      <wp:effectExtent l="0" t="0" r="0" b="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6257" cy="29014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BF5B8A" w14:textId="77777777" w:rsidR="00A40B1A" w:rsidRDefault="00A40B1A" w:rsidP="00A40B1A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θ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E12A63" id="Text Box 14" o:spid="_x0000_s1028" type="#_x0000_t202" style="position:absolute;margin-left:26.55pt;margin-top:34.1pt;width:32.8pt;height:22.8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" filled="f" stroked="f" strokeweight=".5pt">
                      <v:textbox>
                        <w:txbxContent>
                          <w:p w14:paraId="7FBF5B8A" w14:textId="77777777" w:rsidR="00A40B1A" w:rsidRDefault="00A40B1A" w:rsidP="00A40B1A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40B1A">
              <w:rPr>
                <w:rFonts w:ascii="Avenir Book" w:hAnsi="Avenir Book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30A475DB" wp14:editId="16947E3B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19685</wp:posOffset>
                      </wp:positionV>
                      <wp:extent cx="981710" cy="616585"/>
                      <wp:effectExtent l="0" t="0" r="8890" b="18415"/>
                      <wp:wrapThrough wrapText="bothSides">
                        <wp:wrapPolygon edited="0">
                          <wp:start x="20398" y="0"/>
                          <wp:lineTo x="0" y="20910"/>
                          <wp:lineTo x="0" y="21800"/>
                          <wp:lineTo x="21516" y="21800"/>
                          <wp:lineTo x="21516" y="0"/>
                          <wp:lineTo x="20398" y="0"/>
                        </wp:wrapPolygon>
                      </wp:wrapThrough>
                      <wp:docPr id="28" name="Group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flipH="1">
                                <a:off x="0" y="0"/>
                                <a:ext cx="981710" cy="616585"/>
                                <a:chOff x="0" y="0"/>
                                <a:chExt cx="1075055" cy="770255"/>
                              </a:xfrm>
                            </wpg:grpSpPr>
                            <wps:wsp>
                              <wps:cNvPr id="29" name="Right Triangle 29"/>
                              <wps:cNvSpPr/>
                              <wps:spPr>
                                <a:xfrm>
                                  <a:off x="0" y="0"/>
                                  <a:ext cx="1075055" cy="77025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Rectangle 30"/>
                              <wps:cNvSpPr/>
                              <wps:spPr>
                                <a:xfrm>
                                  <a:off x="0" y="600710"/>
                                  <a:ext cx="168910" cy="1606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A5786E" id="Group 28" o:spid="_x0000_s1026" style="position:absolute;margin-left:19.6pt;margin-top:1.55pt;width:77.3pt;height:48.55pt;flip:x;z-index:251674624;mso-width-relative:margin;mso-height-relative:margin" coordsize="10750,77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&#13;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 Triangle 29" o:spid="_x0000_s1027" type="#_x0000_t6" style="position:absolute;width:10750;height:77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"/>
                      <v:rect id="Rectangle 30" o:spid="_x0000_s1028" style="position:absolute;top:6007;width:1689;height:160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" fillcolor="black [3213]"/>
                      <w10:wrap type="through"/>
                    </v:group>
                  </w:pict>
                </mc:Fallback>
              </mc:AlternateContent>
            </w:r>
          </w:p>
        </w:tc>
      </w:tr>
    </w:tbl>
    <w:p w14:paraId="7C91E66A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04416C12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p w14:paraId="5CDB8FE1" w14:textId="77777777" w:rsidR="003D335F" w:rsidRDefault="003D335F" w:rsidP="00525119">
      <w:pPr>
        <w:spacing w:after="0"/>
        <w:rPr>
          <w:rFonts w:ascii="Avenir Book" w:hAnsi="Avenir Book"/>
          <w:sz w:val="24"/>
          <w:szCs w:val="24"/>
        </w:rPr>
      </w:pPr>
    </w:p>
    <w:p w14:paraId="33327380" w14:textId="2D9F0CD9" w:rsidR="00173E3C" w:rsidRDefault="00173E3C" w:rsidP="00173E3C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83840" behindDoc="0" locked="0" layoutInCell="1" allowOverlap="1" wp14:anchorId="09E2CD03" wp14:editId="5CDF91C7">
            <wp:simplePos x="0" y="0"/>
            <wp:positionH relativeFrom="column">
              <wp:posOffset>6054664</wp:posOffset>
            </wp:positionH>
            <wp:positionV relativeFrom="paragraph">
              <wp:posOffset>3474232</wp:posOffset>
            </wp:positionV>
            <wp:extent cx="572188" cy="401760"/>
            <wp:effectExtent l="0" t="0" r="0" b="508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2816" behindDoc="0" locked="0" layoutInCell="1" allowOverlap="1" wp14:anchorId="07E86726" wp14:editId="79C9C6D6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5" name="Picture 2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1792" behindDoc="0" locked="0" layoutInCell="1" allowOverlap="1" wp14:anchorId="4CDDFC1F" wp14:editId="7B1E1F2E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6" name="Picture 2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6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 w:rsidR="00452528">
        <w:rPr>
          <w:rFonts w:ascii="Segoe Print" w:hAnsi="Segoe Print"/>
          <w:b/>
          <w:sz w:val="24"/>
        </w:rPr>
        <w:t>Calculator Allowed</w:t>
      </w:r>
      <w:bookmarkStart w:id="0" w:name="_GoBack"/>
      <w:bookmarkEnd w:id="0"/>
    </w:p>
    <w:p w14:paraId="3185D52F" w14:textId="77777777" w:rsidR="00173E3C" w:rsidRDefault="00173E3C" w:rsidP="00173E3C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173E3C" w:rsidRPr="000A63AF" w14:paraId="699CFAEB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76504430" w14:textId="77777777" w:rsidR="00173E3C" w:rsidRPr="00C240D5" w:rsidRDefault="00173E3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0054D6A9" w14:textId="77777777" w:rsidR="00173E3C" w:rsidRDefault="00173E3C" w:rsidP="00E01254">
            <w:pPr>
              <w:spacing w:before="120" w:after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Share £65 in the ratio 5 : 8</w:t>
            </w:r>
          </w:p>
          <w:p w14:paraId="51BBB030" w14:textId="77777777" w:rsidR="00173E3C" w:rsidRPr="00FB0E81" w:rsidRDefault="00173E3C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28631461" w14:textId="77777777" w:rsidR="00173E3C" w:rsidRPr="00C240D5" w:rsidRDefault="00173E3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7C11A786" w14:textId="77777777" w:rsidR="00173E3C" w:rsidRDefault="00173E3C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Expand</w:t>
            </w:r>
          </w:p>
          <w:p w14:paraId="4C54BB29" w14:textId="77777777" w:rsidR="00173E3C" w:rsidRPr="000A63AF" w:rsidRDefault="00173E3C" w:rsidP="00E01254">
            <w:pPr>
              <w:spacing w:before="120" w:after="0"/>
              <w:rPr>
                <w:rFonts w:ascii="Avenir Book" w:eastAsiaTheme="minorEastAsia" w:hAnsi="Avenir Book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6(3x-4)</m:t>
                </m:r>
              </m:oMath>
            </m:oMathPara>
          </w:p>
        </w:tc>
      </w:tr>
      <w:tr w:rsidR="00173E3C" w:rsidRPr="00C240D5" w14:paraId="625FE6E8" w14:textId="77777777" w:rsidTr="00E01254">
        <w:trPr>
          <w:trHeight w:val="1830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6530035" w14:textId="77777777" w:rsidR="00173E3C" w:rsidRPr="00C240D5" w:rsidRDefault="00173E3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793BCE3D" w14:textId="77777777" w:rsidR="00173E3C" w:rsidRDefault="00173E3C" w:rsidP="00E01254">
            <w:pPr>
              <w:spacing w:before="120" w:after="0"/>
            </w:pPr>
            <w:r>
              <w:t>The exchange rate is 9.1 Chinese Yuan : £1</w:t>
            </w:r>
          </w:p>
          <w:p w14:paraId="0663E3F6" w14:textId="77777777" w:rsidR="00173E3C" w:rsidRDefault="00173E3C" w:rsidP="00E01254">
            <w:pPr>
              <w:spacing w:before="120" w:after="0"/>
            </w:pPr>
            <w:r>
              <w:t>How much is £540 in Chinese Yuan?</w:t>
            </w:r>
          </w:p>
          <w:p w14:paraId="412D1A20" w14:textId="77777777" w:rsidR="00173E3C" w:rsidRDefault="00173E3C" w:rsidP="00E01254">
            <w:pPr>
              <w:spacing w:before="120" w:after="0"/>
            </w:pPr>
          </w:p>
          <w:p w14:paraId="7A501B95" w14:textId="5A3E595E" w:rsidR="00173E3C" w:rsidRPr="00C240D5" w:rsidRDefault="00173E3C" w:rsidP="00E01254">
            <w:pPr>
              <w:spacing w:before="120" w:after="0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E3F1AC9" w14:textId="77777777" w:rsidR="00173E3C" w:rsidRPr="00C240D5" w:rsidRDefault="00173E3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05F3945F" w14:textId="77777777" w:rsidR="00173E3C" w:rsidRDefault="00173E3C" w:rsidP="00E01254">
            <w:pPr>
              <w:spacing w:before="120"/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 xml:space="preserve">What is  the median of </w:t>
            </w:r>
          </w:p>
          <w:p w14:paraId="6C8FC405" w14:textId="77777777" w:rsidR="00173E3C" w:rsidRPr="00C240D5" w:rsidRDefault="00173E3C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 xml:space="preserve">-6  - 3  -7   -5   -1   -9   </w:t>
            </w:r>
          </w:p>
        </w:tc>
      </w:tr>
      <w:tr w:rsidR="00173E3C" w:rsidRPr="00C240D5" w14:paraId="7F055034" w14:textId="77777777" w:rsidTr="00E01254">
        <w:trPr>
          <w:trHeight w:val="1557"/>
        </w:trPr>
        <w:tc>
          <w:tcPr>
            <w:tcW w:w="421" w:type="dxa"/>
            <w:tcBorders>
              <w:right w:val="nil"/>
            </w:tcBorders>
          </w:tcPr>
          <w:p w14:paraId="142A2C20" w14:textId="77777777" w:rsidR="00173E3C" w:rsidRPr="00C240D5" w:rsidRDefault="00173E3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4252" w:type="dxa"/>
            <w:tcBorders>
              <w:left w:val="nil"/>
              <w:right w:val="nil"/>
            </w:tcBorders>
          </w:tcPr>
          <w:p w14:paraId="30EB72EF" w14:textId="77777777" w:rsidR="00173E3C" w:rsidRDefault="00173E3C" w:rsidP="00E01254">
            <w:pPr>
              <w:tabs>
                <w:tab w:val="left" w:pos="1440"/>
              </w:tabs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Which trig ratio would you select to calculate angle </w:t>
            </w:r>
            <m:oMath>
              <m:r>
                <w:rPr>
                  <w:rFonts w:ascii="Cambria Math" w:hAnsi="Cambria Math"/>
                </w:rPr>
                <m:t>θ</m:t>
              </m:r>
            </m:oMath>
            <w:r>
              <w:rPr>
                <w:rFonts w:ascii="Avenir Book" w:hAnsi="Avenir Book"/>
              </w:rPr>
              <w:t>:</w:t>
            </w:r>
          </w:p>
        </w:tc>
        <w:tc>
          <w:tcPr>
            <w:tcW w:w="5528" w:type="dxa"/>
            <w:gridSpan w:val="2"/>
            <w:tcBorders>
              <w:left w:val="nil"/>
            </w:tcBorders>
          </w:tcPr>
          <w:p w14:paraId="53A51436" w14:textId="77777777" w:rsidR="00173E3C" w:rsidRPr="00C240D5" w:rsidRDefault="00173E3C" w:rsidP="00E01254">
            <w:pPr>
              <w:tabs>
                <w:tab w:val="left" w:pos="1440"/>
              </w:tabs>
              <w:spacing w:before="120" w:after="0"/>
              <w:rPr>
                <w:rFonts w:ascii="Avenir Book" w:hAnsi="Avenir Book"/>
              </w:rPr>
            </w:pPr>
            <w:r w:rsidRPr="00A40B1A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D9F1375" wp14:editId="6ABA5122">
                      <wp:simplePos x="0" y="0"/>
                      <wp:positionH relativeFrom="column">
                        <wp:posOffset>495398</wp:posOffset>
                      </wp:positionH>
                      <wp:positionV relativeFrom="paragraph">
                        <wp:posOffset>626550</wp:posOffset>
                      </wp:positionV>
                      <wp:extent cx="501162" cy="263769"/>
                      <wp:effectExtent l="0" t="0" r="0" b="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1162" cy="26376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EDFCE1" w14:textId="77777777" w:rsidR="00173E3C" w:rsidRDefault="00173E3C" w:rsidP="00173E3C"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8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9F1375" id="Text Box 17" o:spid="_x0000_s1029" type="#_x0000_t202" style="position:absolute;margin-left:39pt;margin-top:49.35pt;width:39.45pt;height:20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" filled="f" stroked="f" strokeweight=".5pt">
                      <v:textbox>
                        <w:txbxContent>
                          <w:p w14:paraId="3CEDFCE1" w14:textId="77777777" w:rsidR="00173E3C" w:rsidRDefault="00173E3C" w:rsidP="00173E3C"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8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40B1A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8C77932" wp14:editId="67811F98">
                      <wp:simplePos x="0" y="0"/>
                      <wp:positionH relativeFrom="column">
                        <wp:posOffset>1198782</wp:posOffset>
                      </wp:positionH>
                      <wp:positionV relativeFrom="paragraph">
                        <wp:posOffset>142973</wp:posOffset>
                      </wp:positionV>
                      <wp:extent cx="501162" cy="362310"/>
                      <wp:effectExtent l="0" t="0" r="0" b="0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1162" cy="3623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399FB81" w14:textId="77777777" w:rsidR="00173E3C" w:rsidRDefault="00173E3C" w:rsidP="00173E3C"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C77932" id="Text Box 19" o:spid="_x0000_s1030" type="#_x0000_t202" style="position:absolute;margin-left:94.4pt;margin-top:11.25pt;width:39.45pt;height:28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" filled="f" stroked="f" strokeweight=".5pt">
                      <v:textbox>
                        <w:txbxContent>
                          <w:p w14:paraId="7399FB81" w14:textId="77777777" w:rsidR="00173E3C" w:rsidRDefault="00173E3C" w:rsidP="00173E3C"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40B1A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FA5FF68" wp14:editId="7E4415EA">
                      <wp:simplePos x="0" y="0"/>
                      <wp:positionH relativeFrom="column">
                        <wp:posOffset>337136</wp:posOffset>
                      </wp:positionH>
                      <wp:positionV relativeFrom="paragraph">
                        <wp:posOffset>433119</wp:posOffset>
                      </wp:positionV>
                      <wp:extent cx="416257" cy="290146"/>
                      <wp:effectExtent l="0" t="0" r="0" b="0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6257" cy="29014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54BC3D7" w14:textId="77777777" w:rsidR="00173E3C" w:rsidRDefault="00173E3C" w:rsidP="00173E3C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θ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A5FF68" id="Text Box 20" o:spid="_x0000_s1031" type="#_x0000_t202" style="position:absolute;margin-left:26.55pt;margin-top:34.1pt;width:32.8pt;height:22.8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" filled="f" stroked="f" strokeweight=".5pt">
                      <v:textbox>
                        <w:txbxContent>
                          <w:p w14:paraId="754BC3D7" w14:textId="77777777" w:rsidR="00173E3C" w:rsidRDefault="00173E3C" w:rsidP="00173E3C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40B1A">
              <w:rPr>
                <w:rFonts w:ascii="Avenir Book" w:hAnsi="Avenir Book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1509A9BF" wp14:editId="2EC1C20E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19685</wp:posOffset>
                      </wp:positionV>
                      <wp:extent cx="981710" cy="616585"/>
                      <wp:effectExtent l="0" t="0" r="8890" b="18415"/>
                      <wp:wrapThrough wrapText="bothSides">
                        <wp:wrapPolygon edited="0">
                          <wp:start x="20398" y="0"/>
                          <wp:lineTo x="0" y="20910"/>
                          <wp:lineTo x="0" y="21800"/>
                          <wp:lineTo x="21516" y="21800"/>
                          <wp:lineTo x="21516" y="0"/>
                          <wp:lineTo x="20398" y="0"/>
                        </wp:wrapPolygon>
                      </wp:wrapThrough>
                      <wp:docPr id="21" name="Group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flipH="1">
                                <a:off x="0" y="0"/>
                                <a:ext cx="981710" cy="616585"/>
                                <a:chOff x="0" y="0"/>
                                <a:chExt cx="1075055" cy="770255"/>
                              </a:xfrm>
                            </wpg:grpSpPr>
                            <wps:wsp>
                              <wps:cNvPr id="22" name="Right Triangle 22"/>
                              <wps:cNvSpPr/>
                              <wps:spPr>
                                <a:xfrm>
                                  <a:off x="0" y="0"/>
                                  <a:ext cx="1075055" cy="77025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Rectangle 23"/>
                              <wps:cNvSpPr/>
                              <wps:spPr>
                                <a:xfrm>
                                  <a:off x="0" y="600710"/>
                                  <a:ext cx="168910" cy="1606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663597" id="Group 21" o:spid="_x0000_s1026" style="position:absolute;margin-left:19.6pt;margin-top:1.55pt;width:77.3pt;height:48.55pt;flip:x;z-index:251684864;mso-width-relative:margin;mso-height-relative:margin" coordsize="10750,77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">
                      <v:shape id="Right Triangle 22" o:spid="_x0000_s1027" type="#_x0000_t6" style="position:absolute;width:10750;height:77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"/>
                      <v:rect id="Rectangle 23" o:spid="_x0000_s1028" style="position:absolute;top:6007;width:1689;height:160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" fillcolor="black [3213]"/>
                      <w10:wrap type="through"/>
                    </v:group>
                  </w:pict>
                </mc:Fallback>
              </mc:AlternateContent>
            </w:r>
          </w:p>
        </w:tc>
      </w:tr>
    </w:tbl>
    <w:p w14:paraId="4803462D" w14:textId="77777777" w:rsidR="003D335F" w:rsidRDefault="003D335F" w:rsidP="00525119">
      <w:pPr>
        <w:spacing w:after="0"/>
        <w:rPr>
          <w:rFonts w:ascii="Avenir Book" w:hAnsi="Avenir Book"/>
          <w:sz w:val="24"/>
          <w:szCs w:val="24"/>
        </w:rPr>
      </w:pPr>
    </w:p>
    <w:sectPr w:rsidR="003D335F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35F"/>
    <w:rsid w:val="00012210"/>
    <w:rsid w:val="000A43CA"/>
    <w:rsid w:val="000A63AF"/>
    <w:rsid w:val="00173E3C"/>
    <w:rsid w:val="001826A9"/>
    <w:rsid w:val="00213C21"/>
    <w:rsid w:val="00246559"/>
    <w:rsid w:val="002D5D86"/>
    <w:rsid w:val="00333535"/>
    <w:rsid w:val="003D335F"/>
    <w:rsid w:val="003E0692"/>
    <w:rsid w:val="003E5AE3"/>
    <w:rsid w:val="003F51D8"/>
    <w:rsid w:val="00452528"/>
    <w:rsid w:val="00505FC9"/>
    <w:rsid w:val="00512F1F"/>
    <w:rsid w:val="00525119"/>
    <w:rsid w:val="00612BE4"/>
    <w:rsid w:val="0064471D"/>
    <w:rsid w:val="00705472"/>
    <w:rsid w:val="007B4226"/>
    <w:rsid w:val="007D462B"/>
    <w:rsid w:val="007E2C1A"/>
    <w:rsid w:val="0090117B"/>
    <w:rsid w:val="00946E29"/>
    <w:rsid w:val="0099142F"/>
    <w:rsid w:val="009B2A70"/>
    <w:rsid w:val="00A40B1A"/>
    <w:rsid w:val="00AD3C1A"/>
    <w:rsid w:val="00B05C1C"/>
    <w:rsid w:val="00BE7AC9"/>
    <w:rsid w:val="00C240D5"/>
    <w:rsid w:val="00C41860"/>
    <w:rsid w:val="00CD0FE6"/>
    <w:rsid w:val="00D37D7F"/>
    <w:rsid w:val="00D51195"/>
    <w:rsid w:val="00DB511B"/>
    <w:rsid w:val="00E20822"/>
    <w:rsid w:val="00E7749A"/>
    <w:rsid w:val="00E8230B"/>
    <w:rsid w:val="00EC4CCA"/>
    <w:rsid w:val="00F00E6D"/>
    <w:rsid w:val="00FA7C44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E7B3D"/>
  <w15:docId w15:val="{6C5A81BA-750A-5046-8FA3-D6558B3B8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5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10</cp:revision>
  <dcterms:created xsi:type="dcterms:W3CDTF">2019-02-22T19:04:00Z</dcterms:created>
  <dcterms:modified xsi:type="dcterms:W3CDTF">2019-02-22T19:12:00Z</dcterms:modified>
</cp:coreProperties>
</file>